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F5C04" w14:textId="77777777" w:rsidR="001A1769" w:rsidRDefault="001A1769"/>
    <w:p w14:paraId="56D9D434" w14:textId="77777777" w:rsidR="00D01FD9" w:rsidRDefault="00D01FD9"/>
    <w:p w14:paraId="7DAEA50E" w14:textId="77777777" w:rsidR="00D01FD9" w:rsidRPr="00D01FD9" w:rsidRDefault="00D01FD9" w:rsidP="00D01F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1FD9">
        <w:rPr>
          <w:rFonts w:ascii="Times New Roman" w:hAnsi="Times New Roman" w:cs="Times New Roman"/>
          <w:b/>
          <w:bCs/>
          <w:sz w:val="28"/>
          <w:szCs w:val="28"/>
        </w:rPr>
        <w:t>TÍTULO</w:t>
      </w:r>
      <w:r w:rsidR="00C92DED">
        <w:rPr>
          <w:rFonts w:ascii="Times New Roman" w:hAnsi="Times New Roman" w:cs="Times New Roman"/>
          <w:b/>
          <w:bCs/>
          <w:sz w:val="28"/>
          <w:szCs w:val="28"/>
        </w:rPr>
        <w:t xml:space="preserve"> (FONTE 14)</w:t>
      </w:r>
    </w:p>
    <w:p w14:paraId="2FFF05F2" w14:textId="77777777" w:rsidR="00D01FD9" w:rsidRDefault="00D01FD9" w:rsidP="00D01F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93D221" w14:textId="77777777" w:rsidR="00D01FD9" w:rsidRDefault="00D01FD9" w:rsidP="00D01FD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2F1252F" w14:textId="77777777" w:rsidR="00D95824" w:rsidRDefault="00D95824" w:rsidP="00D01FD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82C7D2D" w14:textId="4A047ABA" w:rsidR="00C92DED" w:rsidRPr="00C92DED" w:rsidRDefault="00D01FD9" w:rsidP="00C92DED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C92DED">
        <w:t xml:space="preserve">Resumo: O resumo poderá ser escrito em língua portuguesa ou espanhol, com limite máximo de </w:t>
      </w:r>
      <w:r w:rsidR="00C66078">
        <w:t>2.000</w:t>
      </w:r>
      <w:r w:rsidRPr="00C92DED">
        <w:t xml:space="preserve"> caracteres</w:t>
      </w:r>
      <w:r w:rsidR="0068785F">
        <w:t xml:space="preserve"> sem espaço</w:t>
      </w:r>
      <w:r w:rsidRPr="00C92DED">
        <w:t xml:space="preserve">. Deverá conter os seguintes elementos: problema de pesquisa, </w:t>
      </w:r>
      <w:r w:rsidR="00C66078">
        <w:t>questões de estudo</w:t>
      </w:r>
      <w:r w:rsidR="00C66078" w:rsidRPr="00C92DED">
        <w:t xml:space="preserve"> </w:t>
      </w:r>
      <w:r w:rsidRPr="00C92DED">
        <w:t>(se necessário), objetivos,</w:t>
      </w:r>
      <w:r w:rsidR="00C66078">
        <w:t xml:space="preserve"> abordagem metodológica</w:t>
      </w:r>
      <w:r w:rsidR="00717CFF">
        <w:t>,</w:t>
      </w:r>
      <w:r w:rsidRPr="00C92DED">
        <w:t xml:space="preserve"> discussão e</w:t>
      </w:r>
      <w:r w:rsidR="00C66078">
        <w:t xml:space="preserve"> reflexões e/ou</w:t>
      </w:r>
      <w:r w:rsidRPr="00C92DED">
        <w:t xml:space="preserve"> resultados. Estruturado com as referências bibliográficas ao final e apartadas do corpo textual do resumo. Fonte: Times New </w:t>
      </w:r>
      <w:r w:rsidR="00C92DED">
        <w:t>R</w:t>
      </w:r>
      <w:r w:rsidRPr="00C92DED">
        <w:t>oman, tamanho 12, espaçamento simples. Título em negrito e centralizado, tamanho 14, em letras maiúsculas, alinhamento centralizado.</w:t>
      </w:r>
      <w:r w:rsidR="00C92DED">
        <w:t xml:space="preserve"> </w:t>
      </w:r>
      <w:r w:rsidRPr="00C92DED">
        <w:rPr>
          <w:color w:val="000000"/>
        </w:rPr>
        <w:t>Ressaltamos que a submissão do arquivo para a avaliação deverá ser feita sem identificação dos/as autores/as. </w:t>
      </w:r>
      <w:r w:rsidR="00C92DED" w:rsidRPr="00C92DED">
        <w:rPr>
          <w:color w:val="000000"/>
        </w:rPr>
        <w:t xml:space="preserve"> </w:t>
      </w:r>
      <w:r w:rsidR="00C92DED">
        <w:rPr>
          <w:color w:val="000000"/>
        </w:rPr>
        <w:t xml:space="preserve">O </w:t>
      </w:r>
      <w:r w:rsidRPr="00C92DED">
        <w:rPr>
          <w:color w:val="000000"/>
        </w:rPr>
        <w:t xml:space="preserve">arquivo deverá ser anexado em formato word, com tamanho máximo de 2MB. O uso do papel timbrado da edição atual do evento é obrigatório. </w:t>
      </w:r>
      <w:r w:rsidR="00C92DED" w:rsidRPr="00C92DED">
        <w:rPr>
          <w:color w:val="000000"/>
        </w:rPr>
        <w:t>As referências, com todos os dados da obra citada, devem seguir as normas atuais e em vigor da NBR 6023/ABNT.</w:t>
      </w:r>
      <w:r w:rsidR="00C92DED">
        <w:rPr>
          <w:color w:val="000000"/>
        </w:rPr>
        <w:t xml:space="preserve"> </w:t>
      </w:r>
      <w:r w:rsidR="00C92DED" w:rsidRPr="00C92DED">
        <w:rPr>
          <w:color w:val="000000"/>
        </w:rPr>
        <w:t>As palavras-chave devem conter 3 (três) termos, separados entre si por vírgula e finalizados por ponto. Deixar 01 linha em branco.</w:t>
      </w:r>
    </w:p>
    <w:p w14:paraId="4DCAFFFD" w14:textId="77777777" w:rsidR="00C92DED" w:rsidRDefault="00C92DED" w:rsidP="00C92DED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14:paraId="7FCB622D" w14:textId="77777777" w:rsidR="00C92DED" w:rsidRDefault="00C92DED" w:rsidP="00C92DED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Palavras-chave: </w:t>
      </w:r>
    </w:p>
    <w:p w14:paraId="38824D50" w14:textId="77777777" w:rsidR="00C92DED" w:rsidRDefault="00C92DED" w:rsidP="00C92DED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14:paraId="79DCBE5D" w14:textId="77777777" w:rsidR="00C92DED" w:rsidRDefault="00C92DED" w:rsidP="00C92DED">
      <w:pPr>
        <w:pStyle w:val="NormalWeb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14:paraId="248000DB" w14:textId="77777777" w:rsidR="00D01FD9" w:rsidRPr="00D01FD9" w:rsidRDefault="00C92DED" w:rsidP="00D01F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REFERÊNCIAS</w:t>
      </w:r>
    </w:p>
    <w:sectPr w:rsidR="00D01FD9" w:rsidRPr="00D01FD9" w:rsidSect="00D01FD9">
      <w:headerReference w:type="default" r:id="rId7"/>
      <w:footerReference w:type="default" r:id="rId8"/>
      <w:pgSz w:w="11906" w:h="16838"/>
      <w:pgMar w:top="1701" w:right="1134" w:bottom="1134" w:left="1701" w:header="10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30B6F" w14:textId="77777777" w:rsidR="00A334E4" w:rsidRDefault="00A334E4" w:rsidP="00D01FD9">
      <w:pPr>
        <w:spacing w:after="0" w:line="240" w:lineRule="auto"/>
      </w:pPr>
      <w:r>
        <w:separator/>
      </w:r>
    </w:p>
  </w:endnote>
  <w:endnote w:type="continuationSeparator" w:id="0">
    <w:p w14:paraId="7292EE20" w14:textId="77777777" w:rsidR="00A334E4" w:rsidRDefault="00A334E4" w:rsidP="00D01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A62DE" w14:textId="77777777" w:rsidR="00C92DED" w:rsidRDefault="005E063A">
    <w:pPr>
      <w:pStyle w:val="Rodap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2336" behindDoc="0" locked="0" layoutInCell="1" allowOverlap="1" wp14:anchorId="07C6AE83" wp14:editId="6C218B96">
          <wp:simplePos x="0" y="0"/>
          <wp:positionH relativeFrom="page">
            <wp:align>left</wp:align>
          </wp:positionH>
          <wp:positionV relativeFrom="paragraph">
            <wp:posOffset>180975</wp:posOffset>
          </wp:positionV>
          <wp:extent cx="7553325" cy="581025"/>
          <wp:effectExtent l="0" t="0" r="9525" b="9525"/>
          <wp:wrapSquare wrapText="bothSides"/>
          <wp:docPr id="1121719559" name="Imagem 2" descr="Uma imagem contendo pedaço, mesa, papel, comi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853820" name="Imagem 2" descr="Uma imagem contendo pedaço, mesa, papel, comid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755332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42B2A0" w14:textId="77777777" w:rsidR="00A334E4" w:rsidRDefault="00A334E4" w:rsidP="00D01FD9">
      <w:pPr>
        <w:spacing w:after="0" w:line="240" w:lineRule="auto"/>
      </w:pPr>
      <w:r>
        <w:separator/>
      </w:r>
    </w:p>
  </w:footnote>
  <w:footnote w:type="continuationSeparator" w:id="0">
    <w:p w14:paraId="7FE5E752" w14:textId="77777777" w:rsidR="00A334E4" w:rsidRDefault="00A334E4" w:rsidP="00D01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BC07F" w14:textId="77777777" w:rsidR="00D01FD9" w:rsidRDefault="005E063A" w:rsidP="00D01FD9">
    <w:pPr>
      <w:pStyle w:val="NormalWeb"/>
      <w:spacing w:before="81" w:beforeAutospacing="0" w:after="0" w:afterAutospacing="0"/>
      <w:ind w:left="1781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F5D83DA" wp14:editId="719831D6">
          <wp:simplePos x="0" y="0"/>
          <wp:positionH relativeFrom="page">
            <wp:posOffset>9525</wp:posOffset>
          </wp:positionH>
          <wp:positionV relativeFrom="paragraph">
            <wp:posOffset>-836295</wp:posOffset>
          </wp:positionV>
          <wp:extent cx="7553325" cy="581025"/>
          <wp:effectExtent l="0" t="0" r="9525" b="9525"/>
          <wp:wrapSquare wrapText="bothSides"/>
          <wp:docPr id="650853820" name="Imagem 2" descr="Uma imagem contendo pedaço, mesa, papel, comid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0853820" name="Imagem 2" descr="Uma imagem contendo pedaço, mesa, papel, comid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755332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1FD9">
      <w:rPr>
        <w:rFonts w:ascii="Arial" w:hAnsi="Arial" w:cs="Arial"/>
        <w:b/>
        <w:bCs/>
        <w:noProof/>
        <w:color w:val="000000"/>
        <w:sz w:val="20"/>
        <w:szCs w:val="20"/>
        <w:bdr w:val="none" w:sz="0" w:space="0" w:color="auto" w:frame="1"/>
      </w:rPr>
      <w:drawing>
        <wp:anchor distT="0" distB="0" distL="114300" distR="114300" simplePos="0" relativeHeight="251658240" behindDoc="0" locked="0" layoutInCell="1" allowOverlap="1" wp14:anchorId="76BCD174" wp14:editId="44BC52F1">
          <wp:simplePos x="0" y="0"/>
          <wp:positionH relativeFrom="margin">
            <wp:posOffset>-333375</wp:posOffset>
          </wp:positionH>
          <wp:positionV relativeFrom="margin">
            <wp:posOffset>-1000125</wp:posOffset>
          </wp:positionV>
          <wp:extent cx="1314450" cy="742950"/>
          <wp:effectExtent l="0" t="0" r="0" b="0"/>
          <wp:wrapSquare wrapText="bothSides"/>
          <wp:docPr id="1" name="Imagem 1" descr="Uma imagem contendo Diagram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ma imagem contendo Diagrama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1FD9">
      <w:rPr>
        <w:rFonts w:ascii="Arial" w:hAnsi="Arial" w:cs="Arial"/>
        <w:b/>
        <w:bCs/>
        <w:color w:val="000000"/>
        <w:sz w:val="20"/>
        <w:szCs w:val="20"/>
      </w:rPr>
      <w:t>VIII SEMINÁRIO INTERNACIONAL VOZES DA EDUCAÇÃO- EDUCAÇÃO E DEMOCRACIA NA AMÉRICA LATINA: A ESCOLA PÚBLICA COMO UM TERRITÓRIO DE (RE)CONSTRUÇÃO DEMOCRÁTICA</w:t>
    </w:r>
  </w:p>
  <w:p w14:paraId="3744A6EC" w14:textId="77777777" w:rsidR="00D01FD9" w:rsidRDefault="00D01FD9">
    <w:pPr>
      <w:pStyle w:val="Cabealho"/>
    </w:pPr>
  </w:p>
  <w:p w14:paraId="5FC47CF4" w14:textId="77777777" w:rsidR="00D01FD9" w:rsidRDefault="00D01FD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CFF"/>
    <w:rsid w:val="000E153A"/>
    <w:rsid w:val="00132F34"/>
    <w:rsid w:val="00196273"/>
    <w:rsid w:val="001A1769"/>
    <w:rsid w:val="001E024F"/>
    <w:rsid w:val="002C3A41"/>
    <w:rsid w:val="003E17A4"/>
    <w:rsid w:val="00433613"/>
    <w:rsid w:val="0043666B"/>
    <w:rsid w:val="005A1A97"/>
    <w:rsid w:val="005E063A"/>
    <w:rsid w:val="0068785F"/>
    <w:rsid w:val="00717CFF"/>
    <w:rsid w:val="007368FF"/>
    <w:rsid w:val="00752025"/>
    <w:rsid w:val="0078113A"/>
    <w:rsid w:val="007A5BA6"/>
    <w:rsid w:val="007B006A"/>
    <w:rsid w:val="008464BE"/>
    <w:rsid w:val="00873063"/>
    <w:rsid w:val="008A0300"/>
    <w:rsid w:val="00996790"/>
    <w:rsid w:val="00A334E4"/>
    <w:rsid w:val="00A86F56"/>
    <w:rsid w:val="00AB3FB0"/>
    <w:rsid w:val="00C66078"/>
    <w:rsid w:val="00C92DED"/>
    <w:rsid w:val="00CF0B6A"/>
    <w:rsid w:val="00D01FD9"/>
    <w:rsid w:val="00D621B4"/>
    <w:rsid w:val="00D95824"/>
    <w:rsid w:val="00E6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22F89"/>
  <w15:chartTrackingRefBased/>
  <w15:docId w15:val="{21780277-7752-44A1-AED2-2BE17085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D01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01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01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01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01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01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01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01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01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01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01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01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01FD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01FD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01FD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01FD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01FD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01FD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01F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01F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01F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01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01F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01FD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01FD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01FD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01F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01FD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01FD9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D01F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1FD9"/>
  </w:style>
  <w:style w:type="paragraph" w:styleId="Rodap">
    <w:name w:val="footer"/>
    <w:basedOn w:val="Normal"/>
    <w:link w:val="RodapChar"/>
    <w:uiPriority w:val="99"/>
    <w:unhideWhenUsed/>
    <w:rsid w:val="00D01F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1FD9"/>
  </w:style>
  <w:style w:type="paragraph" w:styleId="NormalWeb">
    <w:name w:val="Normal (Web)"/>
    <w:basedOn w:val="Normal"/>
    <w:uiPriority w:val="99"/>
    <w:semiHidden/>
    <w:unhideWhenUsed/>
    <w:rsid w:val="00D0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viso">
    <w:name w:val="Revision"/>
    <w:hidden/>
    <w:uiPriority w:val="99"/>
    <w:semiHidden/>
    <w:rsid w:val="008464BE"/>
    <w:pPr>
      <w:spacing w:after="0" w:line="240" w:lineRule="auto"/>
    </w:pPr>
  </w:style>
  <w:style w:type="character" w:styleId="Refdecomentrio">
    <w:name w:val="annotation reference"/>
    <w:basedOn w:val="Fontepargpadro"/>
    <w:uiPriority w:val="99"/>
    <w:semiHidden/>
    <w:unhideWhenUsed/>
    <w:rsid w:val="008464B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464B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8464B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464B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464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1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upe\Documents\Modelos%20Personalizados%20do%20Office\Template_Resumo_VIIISemin&#225;rioVozesEduca&#231;&#227;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E0A1D-1C11-447A-951C-BC82AA31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Template_Resumo_VIIISeminárioVozesEducação</Template>
  <TotalTime>1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Grupeceja FFP</dc:creator>
  <cp:keywords/>
  <dc:description/>
  <cp:lastModifiedBy>Adriana de Almeida</cp:lastModifiedBy>
  <cp:revision>1</cp:revision>
  <dcterms:created xsi:type="dcterms:W3CDTF">2024-07-15T21:44:00Z</dcterms:created>
  <dcterms:modified xsi:type="dcterms:W3CDTF">2024-07-15T21:45:00Z</dcterms:modified>
</cp:coreProperties>
</file>